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6F06A91A" w:rsidR="006F7531" w:rsidRPr="006F7531" w:rsidRDefault="00305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937C34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DE4EB5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>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69BDBFC4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3CDEF302" w:rsidR="006F7531" w:rsidRPr="006F7531" w:rsidRDefault="00937C3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 xml:space="preserve">White-Light models shall be available with a colour temperature of ~6000k. Other </w:t>
      </w:r>
      <w:r w:rsidR="00D720BE">
        <w:rPr>
          <w:rFonts w:ascii="Arial" w:hAnsi="Arial" w:cs="Arial"/>
          <w:lang w:val="en-CA"/>
        </w:rPr>
        <w:t xml:space="preserve">colour temperatures </w:t>
      </w:r>
      <w:r>
        <w:rPr>
          <w:rFonts w:ascii="Arial" w:hAnsi="Arial" w:cs="Arial"/>
          <w:lang w:val="en-CA"/>
        </w:rPr>
        <w:t>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937C34">
      <w:pPr>
        <w:pStyle w:val="ListParagraph"/>
        <w:rPr>
          <w:rFonts w:ascii="Arial" w:hAnsi="Arial" w:cs="Arial"/>
          <w:lang w:val="en-CA"/>
        </w:rPr>
      </w:pPr>
    </w:p>
    <w:p w14:paraId="54807767" w14:textId="4B192C4E" w:rsidR="001F10AF" w:rsidRDefault="00760120" w:rsidP="00937C3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815606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463CC831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E3C0201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5F25D7A6" w:rsidR="00E14113" w:rsidRPr="00A9611B" w:rsidRDefault="00E14113" w:rsidP="00937C3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05C354BC" w:rsidR="000A0856" w:rsidRPr="00937C3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937C34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937C34">
        <w:rPr>
          <w:rStyle w:val="hps"/>
          <w:rFonts w:ascii="Arial" w:hAnsi="Arial" w:cs="Arial"/>
          <w:lang w:val="en-CA"/>
        </w:rPr>
        <w:t xml:space="preserve"> and the </w:t>
      </w:r>
      <w:r w:rsidR="000A0856" w:rsidRPr="00937C34">
        <w:rPr>
          <w:rStyle w:val="hps"/>
          <w:rFonts w:ascii="Arial" w:hAnsi="Arial"/>
        </w:rPr>
        <w:t xml:space="preserve">manufacturer shall guarantee that the </w:t>
      </w:r>
      <w:r w:rsidR="00937C34">
        <w:rPr>
          <w:rStyle w:val="hps"/>
          <w:rFonts w:ascii="Arial" w:hAnsi="Arial"/>
        </w:rPr>
        <w:t>White-Light</w:t>
      </w:r>
      <w:r w:rsidR="000A0856" w:rsidRPr="00937C34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937C34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4B2FB39E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CE523E">
        <w:rPr>
          <w:rFonts w:ascii="Arial" w:hAnsi="Arial" w:cs="Arial"/>
          <w:iCs/>
          <w:lang w:val="en-CA"/>
        </w:rPr>
        <w:t>110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CE523E">
        <w:rPr>
          <w:rFonts w:ascii="Arial" w:hAnsi="Arial" w:cs="Arial"/>
          <w:iCs/>
          <w:lang w:val="en-CA"/>
        </w:rPr>
        <w:t>361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1726A7C0" w14:textId="77777777" w:rsidR="00D720BE" w:rsidRDefault="00D720BE" w:rsidP="00D720BE">
      <w:pPr>
        <w:ind w:left="1800"/>
        <w:rPr>
          <w:rFonts w:ascii="Arial" w:hAnsi="Arial" w:cs="Arial"/>
          <w:iCs/>
          <w:lang w:val="en-CA"/>
        </w:rPr>
      </w:pPr>
    </w:p>
    <w:p w14:paraId="120CFBDA" w14:textId="40FE2427" w:rsidR="00D720BE" w:rsidRPr="00BE345E" w:rsidRDefault="00D720BE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1863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79A443C4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5411C2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2097106F" w:rsidR="000469F9" w:rsidRPr="00815606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DE4EB5">
        <w:rPr>
          <w:rFonts w:ascii="Arial" w:hAnsi="Arial" w:cs="Arial"/>
          <w:iCs/>
          <w:lang w:val="en-CA"/>
        </w:rPr>
        <w:t>PLATINUM Elite SMT LED</w:t>
      </w:r>
      <w:r w:rsidR="00CF08A9">
        <w:rPr>
          <w:rFonts w:ascii="Arial" w:hAnsi="Arial" w:cs="Arial"/>
          <w:iCs/>
          <w:lang w:val="en-CA"/>
        </w:rPr>
        <w:t>s</w:t>
      </w:r>
    </w:p>
    <w:p w14:paraId="77FB5B0B" w14:textId="77777777" w:rsidR="00815606" w:rsidRPr="00815606" w:rsidRDefault="00815606" w:rsidP="00815606">
      <w:pPr>
        <w:ind w:left="1800"/>
        <w:rPr>
          <w:rFonts w:ascii="Arial" w:hAnsi="Arial" w:cs="Arial"/>
          <w:lang w:val="en-CA"/>
        </w:rPr>
      </w:pPr>
    </w:p>
    <w:p w14:paraId="1FC587E7" w14:textId="51619A60" w:rsidR="00815606" w:rsidRPr="00815606" w:rsidRDefault="00815606" w:rsidP="00815606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501D6087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D720BE">
        <w:rPr>
          <w:rFonts w:ascii="Arial" w:hAnsi="Arial" w:cs="Arial"/>
          <w:iCs/>
          <w:lang w:val="en-CA"/>
        </w:rPr>
        <w:t>~</w:t>
      </w:r>
    </w:p>
    <w:p w14:paraId="391D6686" w14:textId="77777777" w:rsidR="00D720BE" w:rsidRDefault="00D720BE" w:rsidP="00D720BE">
      <w:pPr>
        <w:ind w:left="1800"/>
        <w:rPr>
          <w:rFonts w:ascii="Arial" w:hAnsi="Arial" w:cs="Arial"/>
          <w:iCs/>
          <w:lang w:val="en-CA"/>
        </w:rPr>
      </w:pPr>
    </w:p>
    <w:p w14:paraId="70BDB6DE" w14:textId="37F2F088" w:rsidR="00D720BE" w:rsidRDefault="00D720BE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6B42DB6C" w:rsidR="00207E8C" w:rsidRPr="00207E8C" w:rsidRDefault="00207E8C" w:rsidP="00207E8C">
      <w:pPr>
        <w:ind w:left="1080" w:firstLine="720"/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>at max distance:</w:t>
      </w:r>
      <w:r w:rsidRPr="00207E8C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2B9A41C3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E523E">
        <w:rPr>
          <w:rFonts w:ascii="Arial" w:hAnsi="Arial" w:cs="Arial"/>
          <w:iCs/>
          <w:lang w:val="en-CA"/>
        </w:rPr>
        <w:t>24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27217860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E523E">
        <w:rPr>
          <w:rFonts w:ascii="Arial" w:hAnsi="Arial" w:cs="Arial"/>
          <w:iCs/>
          <w:lang w:val="en-CA"/>
        </w:rPr>
        <w:t>950</w:t>
      </w:r>
      <w:r w:rsidR="00416F28">
        <w:rPr>
          <w:rFonts w:ascii="Arial" w:hAnsi="Arial" w:cs="Arial"/>
          <w:iCs/>
          <w:lang w:val="en-CA"/>
        </w:rPr>
        <w:t>g (</w:t>
      </w:r>
      <w:r w:rsidR="00CE523E">
        <w:rPr>
          <w:rFonts w:ascii="Arial" w:hAnsi="Arial" w:cs="Arial"/>
          <w:iCs/>
          <w:lang w:val="en-CA"/>
        </w:rPr>
        <w:t>2.1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074EBBF4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E53DB1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01AEC482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CE523E">
        <w:rPr>
          <w:rFonts w:ascii="Arial" w:hAnsi="Arial" w:cs="Arial"/>
          <w:iCs/>
          <w:lang w:val="fr-CA"/>
        </w:rPr>
        <w:t>100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CE523E">
        <w:rPr>
          <w:rFonts w:ascii="Arial" w:hAnsi="Arial" w:cs="Arial"/>
          <w:iCs/>
          <w:lang w:val="fr-CA"/>
        </w:rPr>
        <w:t>35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E523E">
        <w:rPr>
          <w:rFonts w:ascii="Arial" w:hAnsi="Arial" w:cs="Arial"/>
          <w:iCs/>
          <w:lang w:val="fr-CA"/>
        </w:rPr>
        <w:t>6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CE523E">
        <w:rPr>
          <w:rFonts w:ascii="Arial" w:hAnsi="Arial" w:cs="Arial"/>
          <w:iCs/>
          <w:lang w:val="fr-CA"/>
        </w:rPr>
        <w:t>4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CE7F31">
        <w:rPr>
          <w:rFonts w:ascii="Arial" w:hAnsi="Arial" w:cs="Arial"/>
          <w:iCs/>
          <w:lang w:val="fr-CA"/>
        </w:rPr>
        <w:t>5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5411C2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7EE8A6D5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937C34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937C34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2D5440C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</w:t>
      </w:r>
      <w:r w:rsidR="00937C34">
        <w:rPr>
          <w:rFonts w:ascii="Arial" w:hAnsi="Arial" w:cs="Arial"/>
          <w:iCs/>
          <w:lang w:val="fr-CA"/>
        </w:rPr>
        <w:t>l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937C34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937C34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2CC6FA81" w14:textId="77777777" w:rsidR="000433B0" w:rsidRPr="00961A18" w:rsidRDefault="000433B0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6F9107E5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937C34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937C34">
        <w:rPr>
          <w:rFonts w:ascii="Arial" w:hAnsi="Arial" w:cs="Arial"/>
          <w:lang w:val="en-CA"/>
        </w:rPr>
        <w:t>-</w:t>
      </w:r>
      <w:r w:rsidR="00E53DB1">
        <w:rPr>
          <w:rFonts w:ascii="Arial" w:hAnsi="Arial" w:cs="Arial"/>
          <w:lang w:val="en-CA"/>
        </w:rPr>
        <w:t>w</w:t>
      </w:r>
      <w:r w:rsidR="009D0325">
        <w:rPr>
          <w:rFonts w:ascii="Arial" w:hAnsi="Arial" w:cs="Arial"/>
          <w:lang w:val="en-CA"/>
        </w:rPr>
        <w:t>4</w:t>
      </w:r>
      <w:r w:rsidR="00960A00">
        <w:rPr>
          <w:rFonts w:ascii="Arial" w:hAnsi="Arial" w:cs="Arial"/>
          <w:lang w:val="en-CA"/>
        </w:rPr>
        <w:t>-</w:t>
      </w:r>
      <w:r w:rsidR="009D0325">
        <w:rPr>
          <w:rFonts w:ascii="Arial" w:hAnsi="Arial" w:cs="Arial"/>
          <w:lang w:val="en-CA"/>
        </w:rPr>
        <w:t>1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A409B" w14:textId="77777777" w:rsidR="005D6F15" w:rsidRDefault="005D6F15">
      <w:r>
        <w:separator/>
      </w:r>
    </w:p>
  </w:endnote>
  <w:endnote w:type="continuationSeparator" w:id="0">
    <w:p w14:paraId="75172FE1" w14:textId="77777777" w:rsidR="005D6F15" w:rsidRDefault="005D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96FF40" w14:textId="77777777" w:rsidR="005D6F15" w:rsidRDefault="005D6F15">
      <w:r>
        <w:separator/>
      </w:r>
    </w:p>
  </w:footnote>
  <w:footnote w:type="continuationSeparator" w:id="0">
    <w:p w14:paraId="030D6E2B" w14:textId="77777777" w:rsidR="005D6F15" w:rsidRDefault="005D6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937C34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937C34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1E242241" w:rsidR="00BE01DF" w:rsidRPr="00937C34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E53DB1"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CE523E"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4</w:t>
          </w:r>
          <w:r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CE523E"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937C34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264FC75B" w:rsidR="00BE01DF" w:rsidRPr="00937C34" w:rsidRDefault="001F57A5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937C34">
            <w:rPr>
              <w:rFonts w:ascii="Arial" w:hAnsi="Arial" w:cs="Arial"/>
              <w:sz w:val="24"/>
              <w:szCs w:val="28"/>
              <w:lang w:val="en-CA"/>
            </w:rPr>
            <w:t>1</w:t>
          </w:r>
          <w:r w:rsidR="00CE523E" w:rsidRPr="00937C34">
            <w:rPr>
              <w:rFonts w:ascii="Arial" w:hAnsi="Arial" w:cs="Arial"/>
              <w:sz w:val="24"/>
              <w:szCs w:val="28"/>
              <w:lang w:val="en-CA"/>
            </w:rPr>
            <w:t>8</w:t>
          </w:r>
          <w:r w:rsidR="00BE01DF" w:rsidRPr="00937C34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="00CE523E" w:rsidRPr="00937C34">
            <w:rPr>
              <w:rFonts w:ascii="Arial" w:hAnsi="Arial" w:cs="Arial"/>
              <w:sz w:val="24"/>
              <w:szCs w:val="28"/>
              <w:lang w:val="en-CA"/>
            </w:rPr>
            <w:t>110</w:t>
          </w:r>
          <w:r w:rsidR="00BE01DF" w:rsidRPr="00937C34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937C34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937C34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="00CE523E" w:rsidRPr="00937C34">
            <w:rPr>
              <w:rFonts w:ascii="Arial" w:hAnsi="Arial" w:cs="Arial"/>
              <w:sz w:val="24"/>
              <w:szCs w:val="28"/>
              <w:lang w:val="en-CA"/>
            </w:rPr>
            <w:t>59</w:t>
          </w:r>
          <w:r w:rsidR="00BD35E6" w:rsidRPr="00937C34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937C34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="00CE523E" w:rsidRPr="00937C34">
            <w:rPr>
              <w:rFonts w:ascii="Arial" w:hAnsi="Arial" w:cs="Arial"/>
              <w:sz w:val="24"/>
              <w:szCs w:val="28"/>
              <w:lang w:val="en-CA"/>
            </w:rPr>
            <w:t>361</w:t>
          </w:r>
          <w:r w:rsidR="00BE01DF" w:rsidRPr="00937C34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5D9FBCE2" w:rsidR="00BE01DF" w:rsidRPr="00937C34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937C34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CE523E" w:rsidRPr="00937C34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937C34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33B0"/>
    <w:rsid w:val="000469F9"/>
    <w:rsid w:val="00093224"/>
    <w:rsid w:val="00097888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A71C4"/>
    <w:rsid w:val="002B35DF"/>
    <w:rsid w:val="002B6265"/>
    <w:rsid w:val="002C0A50"/>
    <w:rsid w:val="002C5E90"/>
    <w:rsid w:val="00305052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5D6F15"/>
    <w:rsid w:val="006274F2"/>
    <w:rsid w:val="00675FBB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6669"/>
    <w:rsid w:val="007C1041"/>
    <w:rsid w:val="007D3161"/>
    <w:rsid w:val="007E20B5"/>
    <w:rsid w:val="007F4973"/>
    <w:rsid w:val="00815606"/>
    <w:rsid w:val="00823052"/>
    <w:rsid w:val="00825226"/>
    <w:rsid w:val="008266FA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37C34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E731E"/>
    <w:rsid w:val="00B06B81"/>
    <w:rsid w:val="00B07957"/>
    <w:rsid w:val="00B1354E"/>
    <w:rsid w:val="00B25C30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23E"/>
    <w:rsid w:val="00CE53B5"/>
    <w:rsid w:val="00CE7F31"/>
    <w:rsid w:val="00CF08A9"/>
    <w:rsid w:val="00CF404C"/>
    <w:rsid w:val="00CF7828"/>
    <w:rsid w:val="00D00FA2"/>
    <w:rsid w:val="00D22BDF"/>
    <w:rsid w:val="00D642FE"/>
    <w:rsid w:val="00D720BE"/>
    <w:rsid w:val="00DA0715"/>
    <w:rsid w:val="00DA240E"/>
    <w:rsid w:val="00DB57EF"/>
    <w:rsid w:val="00DD5FF5"/>
    <w:rsid w:val="00DD7B68"/>
    <w:rsid w:val="00DE4EB5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53DB1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B323-69CD-4B97-9FC7-87F5C5B53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6</TotalTime>
  <Pages>3</Pages>
  <Words>674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2017-01-27T14:04:00Z</dcterms:created>
  <dcterms:modified xsi:type="dcterms:W3CDTF">2017-02-01T12:37:00Z</dcterms:modified>
</cp:coreProperties>
</file>